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161D36" w14:paraId="623DBEDD" w14:textId="77777777" w:rsidTr="007270E0">
        <w:trPr>
          <w:trHeight w:val="851"/>
        </w:trPr>
        <w:tc>
          <w:tcPr>
            <w:tcW w:w="4366" w:type="dxa"/>
            <w:tcBorders>
              <w:top w:val="nil"/>
              <w:left w:val="nil"/>
              <w:bottom w:val="nil"/>
              <w:right w:val="nil"/>
            </w:tcBorders>
          </w:tcPr>
          <w:p w14:paraId="5C73D1A0" w14:textId="77777777" w:rsidR="002B4EDF" w:rsidRPr="0036102E" w:rsidRDefault="00AF7B4B" w:rsidP="00977EA0">
            <w:pPr>
              <w:spacing w:after="240"/>
              <w:jc w:val="both"/>
            </w:pPr>
            <w:r w:rsidRPr="00AF7B4B">
              <w:rPr>
                <w:i/>
              </w:rPr>
              <w:t xml:space="preserve">Identification du </w:t>
            </w:r>
            <w:r w:rsidR="00977EA0">
              <w:rPr>
                <w:i/>
              </w:rPr>
              <w:t>candidat</w:t>
            </w:r>
            <w:r w:rsidRPr="00AF7B4B">
              <w:rPr>
                <w:i/>
              </w:rPr>
              <w:t xml:space="preserve">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940ED" w14:paraId="435F32D2" w14:textId="77777777" w:rsidTr="007270E0">
        <w:trPr>
          <w:trHeight w:hRule="exact" w:val="3970"/>
        </w:trPr>
        <w:tc>
          <w:tcPr>
            <w:tcW w:w="3119" w:type="dxa"/>
            <w:tcBorders>
              <w:top w:val="nil"/>
              <w:left w:val="nil"/>
              <w:bottom w:val="nil"/>
              <w:right w:val="nil"/>
            </w:tcBorders>
          </w:tcPr>
          <w:p w14:paraId="75D01905" w14:textId="77777777" w:rsidR="007270E0" w:rsidRPr="007D1C4B" w:rsidRDefault="004E540A" w:rsidP="007270E0">
            <w:pPr>
              <w:tabs>
                <w:tab w:val="left" w:pos="360"/>
              </w:tabs>
              <w:rPr>
                <w:rFonts w:ascii="Montserrat" w:hAnsi="Montserrat"/>
                <w:sz w:val="18"/>
                <w:szCs w:val="18"/>
              </w:rPr>
            </w:pPr>
            <w:r>
              <w:rPr>
                <w:rFonts w:ascii="Montserrat" w:hAnsi="Montserrat"/>
                <w:b/>
                <w:noProof/>
                <w:sz w:val="18"/>
                <w:szCs w:val="18"/>
                <w:lang w:eastAsia="fr-FR"/>
              </w:rPr>
              <mc:AlternateContent>
                <mc:Choice Requires="wps">
                  <w:drawing>
                    <wp:anchor distT="0" distB="0" distL="114300" distR="114300" simplePos="0" relativeHeight="251658240" behindDoc="0" locked="1" layoutInCell="0" allowOverlap="1" wp14:anchorId="27E2485D" wp14:editId="2EFEE20A">
                      <wp:simplePos x="0" y="0"/>
                      <wp:positionH relativeFrom="column">
                        <wp:posOffset>3175</wp:posOffset>
                      </wp:positionH>
                      <wp:positionV relativeFrom="page">
                        <wp:posOffset>91440</wp:posOffset>
                      </wp:positionV>
                      <wp:extent cx="1784350" cy="4371975"/>
                      <wp:effectExtent l="0" t="0" r="6350" b="9525"/>
                      <wp:wrapTight wrapText="bothSides">
                        <wp:wrapPolygon edited="0">
                          <wp:start x="0" y="0"/>
                          <wp:lineTo x="0" y="21553"/>
                          <wp:lineTo x="21446" y="21553"/>
                          <wp:lineTo x="21446" y="0"/>
                          <wp:lineTo x="0" y="0"/>
                        </wp:wrapPolygon>
                      </wp:wrapTight>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0" cy="4371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15535" w14:textId="77777777" w:rsidR="00241AB2" w:rsidRPr="00241AB2" w:rsidRDefault="004E540A" w:rsidP="00241AB2">
                                  <w:pPr>
                                    <w:pStyle w:val="Normal1"/>
                                    <w:spacing w:after="60"/>
                                    <w:ind w:left="-284"/>
                                    <w:rPr>
                                      <w:rFonts w:ascii="Open Sans" w:hAnsi="Open Sans" w:cs="Open Sans"/>
                                      <w:color w:val="808080"/>
                                      <w:sz w:val="16"/>
                                      <w:szCs w:val="16"/>
                                      <w:lang w:val="de-DE"/>
                                    </w:rPr>
                                  </w:pPr>
                                  <w:r w:rsidRPr="008F157D">
                                    <w:rPr>
                                      <w:rFonts w:ascii="Open Sans" w:hAnsi="Open Sans" w:cs="Open Sans"/>
                                      <w:b/>
                                      <w:iCs/>
                                      <w:noProof/>
                                      <w:color w:val="808080"/>
                                      <w:sz w:val="16"/>
                                      <w:szCs w:val="16"/>
                                    </w:rPr>
                                    <mc:AlternateContent>
                                      <mc:Choice Requires="wps">
                                        <w:drawing>
                                          <wp:inline distT="0" distB="0" distL="0" distR="0" wp14:anchorId="12960024" wp14:editId="1F901DBA">
                                            <wp:extent cx="1905000" cy="9525"/>
                                            <wp:effectExtent l="0" t="0" r="0"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95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8F2B99" id="Rectangle 1" o:spid="_x0000_s1026" style="width:15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" fillcolor="gray" stroked="f">
                                            <w10:anchorlock/>
                                          </v:rect>
                                        </w:pict>
                                      </mc:Fallback>
                                    </mc:AlternateContent>
                                  </w:r>
                                </w:p>
                                <w:p w14:paraId="537E8E92" w14:textId="77777777" w:rsidR="00241AB2" w:rsidRPr="001627DC" w:rsidRDefault="00241AB2" w:rsidP="00241AB2">
                                  <w:pPr>
                                    <w:spacing w:line="240" w:lineRule="auto"/>
                                    <w:rPr>
                                      <w:rFonts w:ascii="Calibri" w:hAnsi="Calibri" w:cs="Calibri"/>
                                      <w:b/>
                                      <w:sz w:val="16"/>
                                      <w:szCs w:val="16"/>
                                    </w:rPr>
                                  </w:pPr>
                                  <w:r w:rsidRPr="001627DC">
                                    <w:rPr>
                                      <w:rFonts w:ascii="Calibri" w:hAnsi="Calibri" w:cs="Calibri"/>
                                      <w:b/>
                                      <w:sz w:val="16"/>
                                      <w:szCs w:val="16"/>
                                    </w:rPr>
                                    <w:t xml:space="preserve">Cellule Marchés </w:t>
                                  </w:r>
                                </w:p>
                                <w:p w14:paraId="39305959" w14:textId="77777777"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Site Saint-Louis</w:t>
                                  </w:r>
                                </w:p>
                                <w:p w14:paraId="0EE06ACD" w14:textId="77777777"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Porte 16, Secteur gris, 1</w:t>
                                  </w:r>
                                  <w:r w:rsidRPr="001627DC">
                                    <w:rPr>
                                      <w:rFonts w:ascii="Calibri" w:hAnsi="Calibri" w:cs="Calibri"/>
                                      <w:sz w:val="16"/>
                                      <w:szCs w:val="16"/>
                                      <w:vertAlign w:val="superscript"/>
                                    </w:rPr>
                                    <w:t>er</w:t>
                                  </w:r>
                                  <w:r w:rsidRPr="001627DC">
                                    <w:rPr>
                                      <w:rFonts w:ascii="Calibri" w:hAnsi="Calibri" w:cs="Calibri"/>
                                      <w:sz w:val="16"/>
                                      <w:szCs w:val="16"/>
                                    </w:rPr>
                                    <w:t xml:space="preserve"> étage</w:t>
                                  </w:r>
                                </w:p>
                                <w:p w14:paraId="526DE82E" w14:textId="77777777" w:rsidR="00241AB2" w:rsidRPr="001627DC" w:rsidRDefault="00241AB2" w:rsidP="00241AB2">
                                  <w:pPr>
                                    <w:pStyle w:val="Titre2"/>
                                    <w:spacing w:line="240" w:lineRule="auto"/>
                                    <w:rPr>
                                      <w:rFonts w:ascii="Calibri" w:hAnsi="Calibri" w:cs="Calibri"/>
                                      <w:b/>
                                      <w:i/>
                                      <w:sz w:val="16"/>
                                      <w:szCs w:val="16"/>
                                    </w:rPr>
                                  </w:pPr>
                                  <w:r w:rsidRPr="001627DC">
                                    <w:rPr>
                                      <w:rFonts w:ascii="Calibri" w:hAnsi="Calibri" w:cs="Calibri"/>
                                      <w:b/>
                                      <w:i/>
                                      <w:sz w:val="16"/>
                                      <w:szCs w:val="16"/>
                                    </w:rPr>
                                    <w:t>1 Avenue Claude Vellefaux</w:t>
                                  </w:r>
                                </w:p>
                                <w:p w14:paraId="5D70FEE8" w14:textId="77777777" w:rsidR="00241AB2" w:rsidRPr="001627DC" w:rsidRDefault="00241AB2" w:rsidP="00241AB2">
                                  <w:pPr>
                                    <w:spacing w:line="240" w:lineRule="auto"/>
                                    <w:rPr>
                                      <w:rFonts w:ascii="Calibri" w:hAnsi="Calibri" w:cs="Calibri"/>
                                      <w:bCs/>
                                      <w:sz w:val="16"/>
                                      <w:szCs w:val="16"/>
                                    </w:rPr>
                                  </w:pPr>
                                  <w:r w:rsidRPr="001627DC">
                                    <w:rPr>
                                      <w:rFonts w:ascii="Calibri" w:hAnsi="Calibri" w:cs="Calibri"/>
                                      <w:bCs/>
                                      <w:sz w:val="16"/>
                                      <w:szCs w:val="16"/>
                                    </w:rPr>
                                    <w:t>75475 Paris Cedex 10</w:t>
                                  </w:r>
                                </w:p>
                                <w:p w14:paraId="52EFEE16" w14:textId="77777777" w:rsidR="00382644" w:rsidRDefault="00241AB2" w:rsidP="00241AB2">
                                  <w:pPr>
                                    <w:rPr>
                                      <w:rFonts w:ascii="Calibri" w:hAnsi="Calibri" w:cs="Calibri"/>
                                      <w:b/>
                                      <w:color w:val="0000FF"/>
                                      <w:sz w:val="18"/>
                                      <w:szCs w:val="18"/>
                                      <w:u w:val="thick"/>
                                    </w:rPr>
                                  </w:pPr>
                                  <w:r w:rsidRPr="001627DC">
                                    <w:rPr>
                                      <w:rFonts w:ascii="Calibri" w:hAnsi="Calibri" w:cs="Calibri"/>
                                      <w:b/>
                                      <w:color w:val="0000FF"/>
                                      <w:sz w:val="18"/>
                                      <w:szCs w:val="18"/>
                                      <w:u w:val="thick"/>
                                    </w:rPr>
                                    <w:t xml:space="preserve">                                  </w:t>
                                  </w:r>
                                </w:p>
                                <w:p w14:paraId="598D99BB" w14:textId="77777777" w:rsidR="00382644" w:rsidRDefault="00382644" w:rsidP="00241AB2">
                                  <w:pPr>
                                    <w:rPr>
                                      <w:rFonts w:ascii="Calibri" w:hAnsi="Calibri" w:cs="Calibri"/>
                                      <w:b/>
                                      <w:color w:val="0000FF"/>
                                      <w:sz w:val="18"/>
                                      <w:szCs w:val="18"/>
                                      <w:u w:val="thick"/>
                                    </w:rPr>
                                  </w:pPr>
                                </w:p>
                                <w:p w14:paraId="284F8FAC" w14:textId="77777777" w:rsidR="00241AB2" w:rsidRPr="001627DC" w:rsidRDefault="00241AB2" w:rsidP="00241AB2">
                                  <w:pPr>
                                    <w:rPr>
                                      <w:rFonts w:ascii="Calibri" w:hAnsi="Calibri" w:cs="Calibri"/>
                                      <w:sz w:val="18"/>
                                      <w:szCs w:val="18"/>
                                    </w:rPr>
                                  </w:pPr>
                                  <w:r w:rsidRPr="001627DC">
                                    <w:rPr>
                                      <w:rFonts w:ascii="Calibri" w:hAnsi="Calibri" w:cs="Calibri"/>
                                      <w:b/>
                                      <w:color w:val="0000FF"/>
                                      <w:sz w:val="18"/>
                                      <w:szCs w:val="18"/>
                                      <w:u w:val="thick"/>
                                    </w:rPr>
                                    <w:t xml:space="preserve">                              </w:t>
                                  </w:r>
                                </w:p>
                                <w:p w14:paraId="0F47932D" w14:textId="77777777" w:rsidR="0073231A" w:rsidRPr="001627DC" w:rsidRDefault="00241AB2" w:rsidP="0073231A">
                                  <w:pPr>
                                    <w:spacing w:line="240" w:lineRule="auto"/>
                                    <w:contextualSpacing/>
                                    <w:rPr>
                                      <w:rFonts w:ascii="Calibri" w:hAnsi="Calibri" w:cs="Calibri"/>
                                      <w:sz w:val="16"/>
                                      <w:szCs w:val="16"/>
                                    </w:rPr>
                                  </w:pPr>
                                  <w:r w:rsidRPr="001627DC">
                                    <w:rPr>
                                      <w:rFonts w:ascii="Calibri" w:hAnsi="Calibri" w:cs="Calibri"/>
                                      <w:b/>
                                      <w:color w:val="0000FF"/>
                                      <w:sz w:val="18"/>
                                      <w:szCs w:val="18"/>
                                      <w:u w:val="thick"/>
                                    </w:rPr>
                                    <w:t xml:space="preserve">                                                         </w:t>
                                  </w:r>
                                </w:p>
                                <w:p w14:paraId="47E5E915" w14:textId="77777777"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Ziara SAROUMI</w:t>
                                  </w:r>
                                </w:p>
                                <w:p w14:paraId="5A2BAC42" w14:textId="77777777" w:rsidR="004E540A" w:rsidRPr="001627DC" w:rsidRDefault="004E540A" w:rsidP="0073231A">
                                  <w:pPr>
                                    <w:spacing w:line="240" w:lineRule="auto"/>
                                    <w:rPr>
                                      <w:rFonts w:ascii="Calibri" w:hAnsi="Calibri" w:cs="Calibri"/>
                                      <w:sz w:val="16"/>
                                      <w:szCs w:val="16"/>
                                    </w:rPr>
                                  </w:pPr>
                                  <w:r w:rsidRPr="001627DC">
                                    <w:rPr>
                                      <w:rFonts w:ascii="Calibri" w:hAnsi="Calibri" w:cs="Calibri"/>
                                      <w:sz w:val="16"/>
                                      <w:szCs w:val="16"/>
                                    </w:rPr>
                                    <w:t>Responsable Cellule marché</w:t>
                                  </w:r>
                                  <w:r w:rsidR="00382644">
                                    <w:rPr>
                                      <w:rFonts w:ascii="Calibri" w:hAnsi="Calibri" w:cs="Calibri"/>
                                      <w:sz w:val="16"/>
                                      <w:szCs w:val="16"/>
                                    </w:rPr>
                                    <w:t>s</w:t>
                                  </w:r>
                                </w:p>
                                <w:p w14:paraId="587C53D1" w14:textId="77777777"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Tel : 01 42 49 92 83</w:t>
                                  </w:r>
                                </w:p>
                                <w:p w14:paraId="34A84BB9" w14:textId="77777777" w:rsidR="0073231A" w:rsidRPr="001627DC" w:rsidRDefault="004E540A" w:rsidP="0073231A">
                                  <w:pPr>
                                    <w:spacing w:line="240" w:lineRule="auto"/>
                                    <w:rPr>
                                      <w:rFonts w:ascii="Calibri" w:hAnsi="Calibri" w:cs="Calibri"/>
                                      <w:i/>
                                      <w:sz w:val="16"/>
                                      <w:szCs w:val="16"/>
                                    </w:rPr>
                                  </w:pPr>
                                  <w:r w:rsidRPr="001627DC">
                                    <w:rPr>
                                      <w:rFonts w:ascii="Calibri" w:hAnsi="Calibri" w:cs="Calibri"/>
                                      <w:sz w:val="16"/>
                                      <w:szCs w:val="16"/>
                                    </w:rPr>
                                    <w:sym w:font="Wingdings" w:char="F02B"/>
                                  </w:r>
                                  <w:r w:rsidRPr="001627DC">
                                    <w:rPr>
                                      <w:rFonts w:ascii="Calibri" w:hAnsi="Calibri" w:cs="Calibri"/>
                                      <w:sz w:val="16"/>
                                      <w:szCs w:val="16"/>
                                    </w:rPr>
                                    <w:t xml:space="preserve"> : </w:t>
                                  </w:r>
                                  <w:hyperlink r:id="rId8" w:history="1">
                                    <w:r w:rsidRPr="001627DC">
                                      <w:rPr>
                                        <w:rStyle w:val="Lienhypertexte"/>
                                        <w:rFonts w:ascii="Calibri" w:hAnsi="Calibri" w:cs="Calibri"/>
                                        <w:i/>
                                        <w:sz w:val="16"/>
                                        <w:szCs w:val="16"/>
                                      </w:rPr>
                                      <w:t>ziara.saroumi@aphp.fr</w:t>
                                    </w:r>
                                  </w:hyperlink>
                                </w:p>
                                <w:p w14:paraId="376DC708" w14:textId="77777777" w:rsidR="0073231A" w:rsidRPr="001627DC" w:rsidRDefault="0073231A" w:rsidP="0073231A">
                                  <w:pPr>
                                    <w:spacing w:line="240" w:lineRule="auto"/>
                                    <w:rPr>
                                      <w:rFonts w:ascii="Calibri" w:hAnsi="Calibri" w:cs="Calibri"/>
                                      <w:i/>
                                      <w:sz w:val="16"/>
                                      <w:szCs w:val="16"/>
                                    </w:rPr>
                                  </w:pPr>
                                </w:p>
                                <w:p w14:paraId="09795B0C" w14:textId="77777777" w:rsidR="0073231A" w:rsidRPr="00397DCE" w:rsidRDefault="0073231A" w:rsidP="004E540A">
                                  <w:pPr>
                                    <w:contextualSpacing/>
                                    <w:rPr>
                                      <w:rFonts w:ascii="Open Sans" w:hAnsi="Open Sans" w:cs="Open Sans"/>
                                      <w:b/>
                                      <w:sz w:val="16"/>
                                      <w:szCs w:val="16"/>
                                    </w:rPr>
                                  </w:pPr>
                                </w:p>
                                <w:p w14:paraId="0FA6865F" w14:textId="77777777" w:rsidR="004E540A" w:rsidRPr="00397DCE" w:rsidRDefault="004E540A" w:rsidP="004E540A">
                                  <w:pPr>
                                    <w:contextualSpacing/>
                                    <w:rPr>
                                      <w:rFonts w:ascii="Open Sans" w:hAnsi="Open Sans" w:cs="Open Sans"/>
                                      <w:b/>
                                      <w:sz w:val="16"/>
                                      <w:szCs w:val="16"/>
                                    </w:rPr>
                                  </w:pPr>
                                </w:p>
                                <w:p w14:paraId="027DA808" w14:textId="77777777" w:rsidR="008506C3" w:rsidRDefault="008506C3" w:rsidP="004E540A">
                                  <w:pPr>
                                    <w:contextualSpacing/>
                                    <w:rPr>
                                      <w:rFonts w:ascii="Open Sans" w:hAnsi="Open Sans" w:cs="Open Sans"/>
                                      <w:b/>
                                      <w:sz w:val="16"/>
                                      <w:szCs w:val="16"/>
                                    </w:rPr>
                                  </w:pPr>
                                </w:p>
                                <w:p w14:paraId="29A3F341" w14:textId="77777777" w:rsidR="008506C3" w:rsidRDefault="008506C3" w:rsidP="004E540A">
                                  <w:pPr>
                                    <w:contextualSpacing/>
                                    <w:rPr>
                                      <w:rFonts w:ascii="Open Sans" w:hAnsi="Open Sans" w:cs="Open Sans"/>
                                      <w:b/>
                                      <w:sz w:val="16"/>
                                      <w:szCs w:val="16"/>
                                    </w:rPr>
                                  </w:pPr>
                                </w:p>
                                <w:p w14:paraId="11B7CEDF" w14:textId="77777777" w:rsidR="008506C3" w:rsidRDefault="008506C3" w:rsidP="004E540A">
                                  <w:pPr>
                                    <w:contextualSpacing/>
                                    <w:rPr>
                                      <w:rFonts w:ascii="Open Sans" w:hAnsi="Open Sans" w:cs="Open Sans"/>
                                      <w:b/>
                                      <w:sz w:val="16"/>
                                      <w:szCs w:val="16"/>
                                    </w:rPr>
                                  </w:pPr>
                                </w:p>
                                <w:p w14:paraId="53880BB7" w14:textId="77777777" w:rsidR="008506C3" w:rsidRDefault="008506C3" w:rsidP="004E540A">
                                  <w:pPr>
                                    <w:contextualSpacing/>
                                    <w:rPr>
                                      <w:rFonts w:ascii="Open Sans" w:hAnsi="Open Sans" w:cs="Open Sans"/>
                                      <w:b/>
                                      <w:sz w:val="16"/>
                                      <w:szCs w:val="16"/>
                                    </w:rPr>
                                  </w:pPr>
                                </w:p>
                                <w:p w14:paraId="253648FE" w14:textId="77777777" w:rsidR="008506C3" w:rsidRPr="008F157D" w:rsidRDefault="008506C3" w:rsidP="004E540A">
                                  <w:pPr>
                                    <w:contextualSpacing/>
                                    <w:rPr>
                                      <w:rFonts w:ascii="Open Sans" w:hAnsi="Open Sans" w:cs="Open Sans"/>
                                      <w:b/>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margin-left:.25pt;margin-top:7.2pt;width:140.5pt;height:3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" o:allowincell="f" stroked="f">
                      <v:textbox>
                        <w:txbxContent>
                          <w:p w:rsidR="00241AB2" w:rsidRPr="00241AB2" w:rsidRDefault="004E540A" w:rsidP="00241AB2">
                            <w:pPr>
                              <w:pStyle w:val="Normal1"/>
                              <w:spacing w:after="60"/>
                              <w:ind w:left="-284"/>
                              <w:rPr>
                                <w:rFonts w:ascii="Open Sans" w:hAnsi="Open Sans" w:cs="Open Sans"/>
                                <w:color w:val="808080"/>
                                <w:sz w:val="16"/>
                                <w:szCs w:val="16"/>
                                <w:lang w:val="de-DE"/>
                              </w:rPr>
                            </w:pPr>
                            <w:r w:rsidRPr="008F157D">
                              <w:rPr>
                                <w:rFonts w:ascii="Open Sans" w:hAnsi="Open Sans" w:cs="Open Sans"/>
                                <w:b/>
                                <w:iCs/>
                                <w:noProof/>
                                <w:color w:val="808080"/>
                                <w:sz w:val="16"/>
                                <w:szCs w:val="16"/>
                              </w:rPr>
                              <mc:AlternateContent>
                                <mc:Choice Requires="wps">
                                  <w:drawing>
                                    <wp:inline distT="0" distB="0" distL="0" distR="0">
                                      <wp:extent cx="1905000" cy="9525"/>
                                      <wp:effectExtent l="0" t="0" r="0"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95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B5FAF4" id="Rectangle 1" o:spid="_x0000_s1026" style="width:15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" fillcolor="gray" stroked="f">
                                      <w10:anchorlock/>
                                    </v:rect>
                                  </w:pict>
                                </mc:Fallback>
                              </mc:AlternateContent>
                            </w:r>
                          </w:p>
                          <w:p w:rsidR="00241AB2" w:rsidRPr="001627DC" w:rsidRDefault="00241AB2" w:rsidP="00241AB2">
                            <w:pPr>
                              <w:spacing w:line="240" w:lineRule="auto"/>
                              <w:rPr>
                                <w:rFonts w:ascii="Calibri" w:hAnsi="Calibri" w:cs="Calibri"/>
                                <w:b/>
                                <w:sz w:val="16"/>
                                <w:szCs w:val="16"/>
                              </w:rPr>
                            </w:pPr>
                            <w:r w:rsidRPr="001627DC">
                              <w:rPr>
                                <w:rFonts w:ascii="Calibri" w:hAnsi="Calibri" w:cs="Calibri"/>
                                <w:b/>
                                <w:sz w:val="16"/>
                                <w:szCs w:val="16"/>
                              </w:rPr>
                              <w:t xml:space="preserve">Cellule Marchés </w:t>
                            </w:r>
                          </w:p>
                          <w:p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Site Saint-Louis</w:t>
                            </w:r>
                          </w:p>
                          <w:p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Porte 16, Secteur gris, 1</w:t>
                            </w:r>
                            <w:r w:rsidRPr="001627DC">
                              <w:rPr>
                                <w:rFonts w:ascii="Calibri" w:hAnsi="Calibri" w:cs="Calibri"/>
                                <w:sz w:val="16"/>
                                <w:szCs w:val="16"/>
                                <w:vertAlign w:val="superscript"/>
                              </w:rPr>
                              <w:t>er</w:t>
                            </w:r>
                            <w:r w:rsidRPr="001627DC">
                              <w:rPr>
                                <w:rFonts w:ascii="Calibri" w:hAnsi="Calibri" w:cs="Calibri"/>
                                <w:sz w:val="16"/>
                                <w:szCs w:val="16"/>
                              </w:rPr>
                              <w:t xml:space="preserve"> étage</w:t>
                            </w:r>
                          </w:p>
                          <w:p w:rsidR="00241AB2" w:rsidRPr="001627DC" w:rsidRDefault="00241AB2" w:rsidP="00241AB2">
                            <w:pPr>
                              <w:pStyle w:val="Titre2"/>
                              <w:spacing w:line="240" w:lineRule="auto"/>
                              <w:rPr>
                                <w:rFonts w:ascii="Calibri" w:hAnsi="Calibri" w:cs="Calibri"/>
                                <w:b/>
                                <w:i/>
                                <w:sz w:val="16"/>
                                <w:szCs w:val="16"/>
                              </w:rPr>
                            </w:pPr>
                            <w:r w:rsidRPr="001627DC">
                              <w:rPr>
                                <w:rFonts w:ascii="Calibri" w:hAnsi="Calibri" w:cs="Calibri"/>
                                <w:b/>
                                <w:i/>
                                <w:sz w:val="16"/>
                                <w:szCs w:val="16"/>
                              </w:rPr>
                              <w:t>1 Avenue Claude Vellefaux</w:t>
                            </w:r>
                          </w:p>
                          <w:p w:rsidR="00241AB2" w:rsidRPr="001627DC" w:rsidRDefault="00241AB2" w:rsidP="00241AB2">
                            <w:pPr>
                              <w:spacing w:line="240" w:lineRule="auto"/>
                              <w:rPr>
                                <w:rFonts w:ascii="Calibri" w:hAnsi="Calibri" w:cs="Calibri"/>
                                <w:bCs/>
                                <w:sz w:val="16"/>
                                <w:szCs w:val="16"/>
                              </w:rPr>
                            </w:pPr>
                            <w:r w:rsidRPr="001627DC">
                              <w:rPr>
                                <w:rFonts w:ascii="Calibri" w:hAnsi="Calibri" w:cs="Calibri"/>
                                <w:bCs/>
                                <w:sz w:val="16"/>
                                <w:szCs w:val="16"/>
                              </w:rPr>
                              <w:t>75475 Paris Cedex 10</w:t>
                            </w:r>
                          </w:p>
                          <w:p w:rsidR="00382644" w:rsidRDefault="00241AB2" w:rsidP="00241AB2">
                            <w:pPr>
                              <w:rPr>
                                <w:rFonts w:ascii="Calibri" w:hAnsi="Calibri" w:cs="Calibri"/>
                                <w:b/>
                                <w:color w:val="0000FF"/>
                                <w:sz w:val="18"/>
                                <w:szCs w:val="18"/>
                                <w:u w:val="thick"/>
                              </w:rPr>
                            </w:pPr>
                            <w:r w:rsidRPr="001627DC">
                              <w:rPr>
                                <w:rFonts w:ascii="Calibri" w:hAnsi="Calibri" w:cs="Calibri"/>
                                <w:b/>
                                <w:color w:val="0000FF"/>
                                <w:sz w:val="18"/>
                                <w:szCs w:val="18"/>
                                <w:u w:val="thick"/>
                              </w:rPr>
                              <w:t xml:space="preserve">                                  </w:t>
                            </w:r>
                          </w:p>
                          <w:p w:rsidR="00382644" w:rsidRDefault="00382644" w:rsidP="00241AB2">
                            <w:pPr>
                              <w:rPr>
                                <w:rFonts w:ascii="Calibri" w:hAnsi="Calibri" w:cs="Calibri"/>
                                <w:b/>
                                <w:color w:val="0000FF"/>
                                <w:sz w:val="18"/>
                                <w:szCs w:val="18"/>
                                <w:u w:val="thick"/>
                              </w:rPr>
                            </w:pPr>
                          </w:p>
                          <w:p w:rsidR="00241AB2" w:rsidRPr="001627DC" w:rsidRDefault="00241AB2" w:rsidP="00241AB2">
                            <w:pPr>
                              <w:rPr>
                                <w:rFonts w:ascii="Calibri" w:hAnsi="Calibri" w:cs="Calibri"/>
                                <w:sz w:val="18"/>
                                <w:szCs w:val="18"/>
                              </w:rPr>
                            </w:pPr>
                            <w:r w:rsidRPr="001627DC">
                              <w:rPr>
                                <w:rFonts w:ascii="Calibri" w:hAnsi="Calibri" w:cs="Calibri"/>
                                <w:b/>
                                <w:color w:val="0000FF"/>
                                <w:sz w:val="18"/>
                                <w:szCs w:val="18"/>
                                <w:u w:val="thick"/>
                              </w:rPr>
                              <w:t xml:space="preserve">                              </w:t>
                            </w:r>
                          </w:p>
                          <w:p w:rsidR="0073231A" w:rsidRPr="001627DC" w:rsidRDefault="00241AB2" w:rsidP="0073231A">
                            <w:pPr>
                              <w:spacing w:line="240" w:lineRule="auto"/>
                              <w:contextualSpacing/>
                              <w:rPr>
                                <w:rFonts w:ascii="Calibri" w:hAnsi="Calibri" w:cs="Calibri"/>
                                <w:sz w:val="16"/>
                                <w:szCs w:val="16"/>
                              </w:rPr>
                            </w:pPr>
                            <w:r w:rsidRPr="001627DC">
                              <w:rPr>
                                <w:rFonts w:ascii="Calibri" w:hAnsi="Calibri" w:cs="Calibri"/>
                                <w:b/>
                                <w:color w:val="0000FF"/>
                                <w:sz w:val="18"/>
                                <w:szCs w:val="18"/>
                                <w:u w:val="thick"/>
                              </w:rPr>
                              <w:t xml:space="preserve">                                                         </w:t>
                            </w:r>
                          </w:p>
                          <w:p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Ziara SAROUMI</w:t>
                            </w:r>
                          </w:p>
                          <w:p w:rsidR="004E540A" w:rsidRPr="001627DC" w:rsidRDefault="004E540A" w:rsidP="0073231A">
                            <w:pPr>
                              <w:spacing w:line="240" w:lineRule="auto"/>
                              <w:rPr>
                                <w:rFonts w:ascii="Calibri" w:hAnsi="Calibri" w:cs="Calibri"/>
                                <w:sz w:val="16"/>
                                <w:szCs w:val="16"/>
                              </w:rPr>
                            </w:pPr>
                            <w:r w:rsidRPr="001627DC">
                              <w:rPr>
                                <w:rFonts w:ascii="Calibri" w:hAnsi="Calibri" w:cs="Calibri"/>
                                <w:sz w:val="16"/>
                                <w:szCs w:val="16"/>
                              </w:rPr>
                              <w:t>Responsable Cellule marché</w:t>
                            </w:r>
                            <w:r w:rsidR="00382644">
                              <w:rPr>
                                <w:rFonts w:ascii="Calibri" w:hAnsi="Calibri" w:cs="Calibri"/>
                                <w:sz w:val="16"/>
                                <w:szCs w:val="16"/>
                              </w:rPr>
                              <w:t>s</w:t>
                            </w:r>
                          </w:p>
                          <w:p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Tel : 01 42 49 92 83</w:t>
                            </w:r>
                          </w:p>
                          <w:p w:rsidR="0073231A" w:rsidRPr="001627DC" w:rsidRDefault="004E540A" w:rsidP="0073231A">
                            <w:pPr>
                              <w:spacing w:line="240" w:lineRule="auto"/>
                              <w:rPr>
                                <w:rFonts w:ascii="Calibri" w:hAnsi="Calibri" w:cs="Calibri"/>
                                <w:i/>
                                <w:sz w:val="16"/>
                                <w:szCs w:val="16"/>
                              </w:rPr>
                            </w:pPr>
                            <w:r w:rsidRPr="001627DC">
                              <w:rPr>
                                <w:rFonts w:ascii="Calibri" w:hAnsi="Calibri" w:cs="Calibri"/>
                                <w:sz w:val="16"/>
                                <w:szCs w:val="16"/>
                              </w:rPr>
                              <w:sym w:font="Wingdings" w:char="F02B"/>
                            </w:r>
                            <w:r w:rsidRPr="001627DC">
                              <w:rPr>
                                <w:rFonts w:ascii="Calibri" w:hAnsi="Calibri" w:cs="Calibri"/>
                                <w:sz w:val="16"/>
                                <w:szCs w:val="16"/>
                              </w:rPr>
                              <w:t xml:space="preserve"> : </w:t>
                            </w:r>
                            <w:hyperlink r:id="rId9" w:history="1">
                              <w:r w:rsidRPr="001627DC">
                                <w:rPr>
                                  <w:rStyle w:val="Lienhypertexte"/>
                                  <w:rFonts w:ascii="Calibri" w:hAnsi="Calibri" w:cs="Calibri"/>
                                  <w:i/>
                                  <w:sz w:val="16"/>
                                  <w:szCs w:val="16"/>
                                </w:rPr>
                                <w:t>ziara.saroumi@aphp.fr</w:t>
                              </w:r>
                            </w:hyperlink>
                          </w:p>
                          <w:p w:rsidR="0073231A" w:rsidRPr="001627DC" w:rsidRDefault="0073231A" w:rsidP="0073231A">
                            <w:pPr>
                              <w:spacing w:line="240" w:lineRule="auto"/>
                              <w:rPr>
                                <w:rFonts w:ascii="Calibri" w:hAnsi="Calibri" w:cs="Calibri"/>
                                <w:i/>
                                <w:sz w:val="16"/>
                                <w:szCs w:val="16"/>
                              </w:rPr>
                            </w:pPr>
                          </w:p>
                          <w:p w:rsidR="0073231A" w:rsidRPr="00397DCE" w:rsidRDefault="0073231A" w:rsidP="004E540A">
                            <w:pPr>
                              <w:contextualSpacing/>
                              <w:rPr>
                                <w:rFonts w:ascii="Open Sans" w:hAnsi="Open Sans" w:cs="Open Sans"/>
                                <w:b/>
                                <w:sz w:val="16"/>
                                <w:szCs w:val="16"/>
                              </w:rPr>
                            </w:pPr>
                          </w:p>
                          <w:p w:rsidR="004E540A" w:rsidRPr="00397DCE" w:rsidRDefault="004E540A"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Pr="008F157D" w:rsidRDefault="008506C3" w:rsidP="004E540A">
                            <w:pPr>
                              <w:contextualSpacing/>
                              <w:rPr>
                                <w:rFonts w:ascii="Open Sans" w:hAnsi="Open Sans" w:cs="Open Sans"/>
                                <w:b/>
                                <w:sz w:val="16"/>
                                <w:szCs w:val="16"/>
                              </w:rPr>
                            </w:pPr>
                          </w:p>
                        </w:txbxContent>
                      </v:textbox>
                      <w10:wrap type="tight" anchory="page"/>
                      <w10:anchorlock/>
                    </v:shape>
                  </w:pict>
                </mc:Fallback>
              </mc:AlternateContent>
            </w:r>
          </w:p>
          <w:p w14:paraId="4B5CD4DE" w14:textId="77777777" w:rsidR="006940ED" w:rsidRDefault="006940ED" w:rsidP="00E66071">
            <w:pPr>
              <w:tabs>
                <w:tab w:val="left" w:pos="360"/>
              </w:tabs>
            </w:pPr>
          </w:p>
        </w:tc>
      </w:tr>
    </w:tbl>
    <w:p w14:paraId="362D8AE4" w14:textId="77777777" w:rsidR="006940ED" w:rsidRPr="00462092" w:rsidRDefault="00462092" w:rsidP="007270E0">
      <w:pPr>
        <w:pStyle w:val="Titre-Bleu"/>
        <w:spacing w:after="240" w:line="240" w:lineRule="auto"/>
      </w:pPr>
      <w:r w:rsidRPr="00462092">
        <w:rPr>
          <w:bdr w:val="single" w:sz="48" w:space="0" w:color="0C479D" w:themeColor="text2"/>
        </w:rPr>
        <w:t>A</w:t>
      </w:r>
      <w:r w:rsidR="00AF7B4B" w:rsidRPr="00462092">
        <w:rPr>
          <w:bdr w:val="single" w:sz="48" w:space="0" w:color="0C479D" w:themeColor="text2"/>
        </w:rPr>
        <w:t>TTESTATION</w:t>
      </w:r>
    </w:p>
    <w:p w14:paraId="0C361630" w14:textId="77777777" w:rsidR="008D77DD" w:rsidRPr="00EB3FE0" w:rsidRDefault="00ED1930" w:rsidP="007270E0">
      <w:pPr>
        <w:pStyle w:val="Texte-Date"/>
        <w:spacing w:before="400" w:after="240" w:line="240" w:lineRule="auto"/>
        <w:rPr>
          <w:sz w:val="18"/>
        </w:rPr>
      </w:pPr>
      <w:r w:rsidRPr="00EB3FE0">
        <w:rPr>
          <w:sz w:val="18"/>
        </w:rPr>
        <w:t xml:space="preserve">Le </w:t>
      </w:r>
      <w:r w:rsidR="002C1A2B">
        <w:rPr>
          <w:sz w:val="18"/>
        </w:rPr>
        <w:t>…………………………………..</w:t>
      </w:r>
    </w:p>
    <w:p w14:paraId="11FDDC3F" w14:textId="77777777" w:rsidR="000D5811" w:rsidRPr="007270E0" w:rsidRDefault="000D5811" w:rsidP="007270E0">
      <w:pPr>
        <w:pStyle w:val="Textedesaisie"/>
        <w:spacing w:before="400" w:after="400" w:line="240" w:lineRule="auto"/>
        <w:rPr>
          <w:sz w:val="18"/>
          <w:szCs w:val="18"/>
        </w:rPr>
      </w:pPr>
    </w:p>
    <w:p w14:paraId="52F72830" w14:textId="77777777" w:rsidR="00C04A3D" w:rsidRPr="007270E0" w:rsidRDefault="00C04A3D" w:rsidP="007270E0">
      <w:pPr>
        <w:spacing w:after="240" w:line="240" w:lineRule="auto"/>
        <w:ind w:firstLine="567"/>
        <w:jc w:val="both"/>
        <w:rPr>
          <w:sz w:val="18"/>
          <w:szCs w:val="18"/>
        </w:rPr>
      </w:pPr>
      <w:r w:rsidRPr="007270E0">
        <w:rPr>
          <w:sz w:val="18"/>
          <w:szCs w:val="18"/>
        </w:rPr>
        <w:t xml:space="preserve">Je, soussigné, </w:t>
      </w:r>
      <w:r w:rsidR="002C1A2B">
        <w:rPr>
          <w:sz w:val="18"/>
          <w:szCs w:val="18"/>
        </w:rPr>
        <w:t>……………………………………..,</w:t>
      </w:r>
      <w:r w:rsidRPr="007270E0">
        <w:rPr>
          <w:sz w:val="18"/>
          <w:szCs w:val="18"/>
        </w:rPr>
        <w:t xml:space="preserve"> représentant légal de la société </w:t>
      </w:r>
      <w:r w:rsidR="002C1A2B">
        <w:rPr>
          <w:sz w:val="18"/>
          <w:szCs w:val="18"/>
        </w:rPr>
        <w:t>………………………………………………</w:t>
      </w:r>
      <w:r w:rsidRPr="007270E0">
        <w:rPr>
          <w:sz w:val="18"/>
          <w:szCs w:val="18"/>
        </w:rPr>
        <w:t xml:space="preserve">, </w:t>
      </w:r>
    </w:p>
    <w:p w14:paraId="6ECDA854" w14:textId="7BC69BAE" w:rsidR="00C04A3D" w:rsidRPr="007270E0" w:rsidRDefault="00C04A3D" w:rsidP="007270E0">
      <w:pPr>
        <w:spacing w:after="240" w:line="240" w:lineRule="auto"/>
        <w:ind w:firstLine="567"/>
        <w:jc w:val="both"/>
        <w:rPr>
          <w:sz w:val="18"/>
          <w:szCs w:val="18"/>
        </w:rPr>
      </w:pPr>
      <w:r w:rsidRPr="007270E0">
        <w:rPr>
          <w:sz w:val="18"/>
          <w:szCs w:val="18"/>
        </w:rPr>
        <w:t>Candidat à l’attribution</w:t>
      </w:r>
      <w:r w:rsidR="002C1A2B">
        <w:rPr>
          <w:sz w:val="18"/>
          <w:szCs w:val="18"/>
        </w:rPr>
        <w:t xml:space="preserve"> d</w:t>
      </w:r>
      <w:r w:rsidR="00276B37">
        <w:rPr>
          <w:sz w:val="18"/>
          <w:szCs w:val="18"/>
        </w:rPr>
        <w:t xml:space="preserve">e la </w:t>
      </w:r>
      <w:r w:rsidR="002C1A2B">
        <w:rPr>
          <w:sz w:val="18"/>
          <w:szCs w:val="18"/>
        </w:rPr>
        <w:t>consultation numéro</w:t>
      </w:r>
      <w:r w:rsidR="00303F13">
        <w:rPr>
          <w:sz w:val="18"/>
          <w:szCs w:val="18"/>
        </w:rPr>
        <w:t xml:space="preserve"> </w:t>
      </w:r>
      <w:r w:rsidR="00303F13" w:rsidRPr="00FE7643">
        <w:rPr>
          <w:b/>
          <w:bCs/>
          <w:sz w:val="18"/>
          <w:szCs w:val="18"/>
        </w:rPr>
        <w:t>GH</w:t>
      </w:r>
      <w:r w:rsidR="00276B37" w:rsidRPr="00FE7643">
        <w:rPr>
          <w:b/>
          <w:bCs/>
          <w:sz w:val="18"/>
          <w:szCs w:val="18"/>
        </w:rPr>
        <w:t xml:space="preserve"> </w:t>
      </w:r>
      <w:r w:rsidR="00276B37" w:rsidRPr="000E4278">
        <w:rPr>
          <w:b/>
          <w:bCs/>
          <w:sz w:val="18"/>
          <w:szCs w:val="18"/>
        </w:rPr>
        <w:t>0</w:t>
      </w:r>
      <w:r w:rsidR="0069066B">
        <w:rPr>
          <w:b/>
          <w:bCs/>
          <w:sz w:val="18"/>
          <w:szCs w:val="18"/>
        </w:rPr>
        <w:t>0</w:t>
      </w:r>
      <w:r w:rsidR="00303F13">
        <w:rPr>
          <w:b/>
          <w:bCs/>
          <w:sz w:val="18"/>
          <w:szCs w:val="18"/>
        </w:rPr>
        <w:t>1</w:t>
      </w:r>
      <w:r w:rsidR="00276B37" w:rsidRPr="000E4278">
        <w:rPr>
          <w:b/>
          <w:bCs/>
          <w:sz w:val="18"/>
          <w:szCs w:val="18"/>
        </w:rPr>
        <w:t xml:space="preserve"> 202</w:t>
      </w:r>
      <w:r w:rsidR="0069066B">
        <w:rPr>
          <w:b/>
          <w:bCs/>
          <w:sz w:val="18"/>
          <w:szCs w:val="18"/>
        </w:rPr>
        <w:t>6</w:t>
      </w:r>
      <w:r w:rsidR="00276B37">
        <w:rPr>
          <w:sz w:val="18"/>
          <w:szCs w:val="18"/>
        </w:rPr>
        <w:t xml:space="preserve"> du GH Nord -</w:t>
      </w:r>
      <w:r w:rsidR="000E4278">
        <w:rPr>
          <w:sz w:val="18"/>
          <w:szCs w:val="18"/>
        </w:rPr>
        <w:t xml:space="preserve"> </w:t>
      </w:r>
      <w:r w:rsidRPr="007270E0">
        <w:rPr>
          <w:sz w:val="18"/>
          <w:szCs w:val="18"/>
        </w:rPr>
        <w:t xml:space="preserve">Assistance publique – hôpitaux de Paris, dont l’avis de marché a été publié </w:t>
      </w:r>
      <w:r w:rsidR="00276B37">
        <w:rPr>
          <w:sz w:val="18"/>
          <w:szCs w:val="18"/>
        </w:rPr>
        <w:t xml:space="preserve">en </w:t>
      </w:r>
      <w:r w:rsidR="0069066B">
        <w:rPr>
          <w:sz w:val="18"/>
          <w:szCs w:val="18"/>
        </w:rPr>
        <w:t xml:space="preserve">décembre </w:t>
      </w:r>
      <w:r w:rsidR="00276B37">
        <w:rPr>
          <w:sz w:val="18"/>
          <w:szCs w:val="18"/>
        </w:rPr>
        <w:t>2025</w:t>
      </w:r>
    </w:p>
    <w:p w14:paraId="62BF981F" w14:textId="77777777" w:rsidR="00C04A3D" w:rsidRPr="007270E0" w:rsidRDefault="00C04A3D" w:rsidP="007270E0">
      <w:pPr>
        <w:spacing w:after="240" w:line="240" w:lineRule="auto"/>
        <w:ind w:firstLine="567"/>
        <w:jc w:val="both"/>
        <w:rPr>
          <w:sz w:val="18"/>
          <w:szCs w:val="18"/>
        </w:rPr>
      </w:pPr>
      <w:r w:rsidRPr="007270E0">
        <w:rPr>
          <w:sz w:val="18"/>
          <w:szCs w:val="18"/>
        </w:rPr>
        <w:t xml:space="preserve">Déclare sur l’honneur : </w:t>
      </w:r>
    </w:p>
    <w:p w14:paraId="6B3BD5F8" w14:textId="77777777" w:rsidR="00C04A3D" w:rsidRPr="007270E0" w:rsidRDefault="007270E0" w:rsidP="00BB13E5">
      <w:pPr>
        <w:pStyle w:val="Paragraphedeliste"/>
        <w:numPr>
          <w:ilvl w:val="0"/>
          <w:numId w:val="17"/>
        </w:numPr>
        <w:spacing w:after="240" w:line="240" w:lineRule="auto"/>
        <w:ind w:left="3686"/>
        <w:jc w:val="both"/>
        <w:rPr>
          <w:sz w:val="18"/>
          <w:szCs w:val="18"/>
        </w:rPr>
      </w:pPr>
      <w:r>
        <w:rPr>
          <w:sz w:val="18"/>
          <w:szCs w:val="18"/>
        </w:rPr>
        <w:t>N</w:t>
      </w:r>
      <w:r w:rsidR="00C04A3D" w:rsidRPr="007270E0">
        <w:rPr>
          <w:sz w:val="18"/>
          <w:szCs w:val="18"/>
        </w:rPr>
        <w:t xml:space="preserve">e pas être un ressortissant russe ou une personne physique ou morale, une entité ou un organisme établi sur le territoire russe ; </w:t>
      </w:r>
    </w:p>
    <w:p w14:paraId="718C7CD5"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être détenu à plus de 50 %, et ce, de manière directe ou indirecte, par une entité établie sur le territoire russe ; </w:t>
      </w:r>
    </w:p>
    <w:p w14:paraId="359DED64"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agir pour le compte ou sur instruction d’une entité établie sur le territoire russe ou d’une entité détenue à plus de 50 % par une entité elle-même établie sur le territoire russe ; </w:t>
      </w:r>
    </w:p>
    <w:p w14:paraId="06A8F278"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avoir 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1A6A909B" w14:textId="77777777" w:rsidR="00C04A3D" w:rsidRPr="007270E0" w:rsidRDefault="00C04A3D" w:rsidP="007270E0">
      <w:pPr>
        <w:spacing w:after="240" w:line="240" w:lineRule="auto"/>
        <w:ind w:firstLine="567"/>
        <w:jc w:val="both"/>
        <w:rPr>
          <w:sz w:val="18"/>
          <w:szCs w:val="18"/>
        </w:rPr>
      </w:pPr>
      <w:r w:rsidRPr="007270E0">
        <w:rPr>
          <w:sz w:val="18"/>
          <w:szCs w:val="18"/>
        </w:rPr>
        <w:t xml:space="preserve">Je suis par ailleurs informé(e) que l’établissement d’une fausse déclaration, incomplète ou erronée m’expose à des sanctions pénales et à la résiliation du marché dont je suis titulaire. </w:t>
      </w:r>
    </w:p>
    <w:p w14:paraId="053A47D4" w14:textId="77777777" w:rsidR="00C04A3D" w:rsidRPr="007270E0" w:rsidRDefault="00C04A3D" w:rsidP="007270E0">
      <w:pPr>
        <w:spacing w:before="600" w:after="240" w:line="240" w:lineRule="auto"/>
        <w:jc w:val="right"/>
        <w:rPr>
          <w:sz w:val="18"/>
          <w:szCs w:val="18"/>
        </w:rPr>
      </w:pPr>
      <w:r w:rsidRPr="007270E0">
        <w:rPr>
          <w:sz w:val="18"/>
          <w:szCs w:val="18"/>
        </w:rPr>
        <w:t xml:space="preserve">Date et signature de la personne habilitée </w:t>
      </w:r>
    </w:p>
    <w:sectPr w:rsidR="00C04A3D" w:rsidRPr="007270E0" w:rsidSect="00F43A33">
      <w:headerReference w:type="default" r:id="rId10"/>
      <w:footerReference w:type="default" r:id="rId11"/>
      <w:headerReference w:type="first" r:id="rId12"/>
      <w:footerReference w:type="first" r:id="rId13"/>
      <w:type w:val="continuous"/>
      <w:pgSz w:w="11906" w:h="16838" w:code="9"/>
      <w:pgMar w:top="680" w:right="1134" w:bottom="340" w:left="1134"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F41E4" w14:textId="77777777" w:rsidR="008229C0" w:rsidRDefault="008229C0" w:rsidP="00F40A95">
      <w:r>
        <w:separator/>
      </w:r>
    </w:p>
  </w:endnote>
  <w:endnote w:type="continuationSeparator" w:id="0">
    <w:p w14:paraId="49320DC6" w14:textId="77777777" w:rsidR="008229C0" w:rsidRDefault="008229C0"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43100" w14:textId="77777777" w:rsidR="000D5811" w:rsidRDefault="000D5811">
    <w:pPr>
      <w:pStyle w:val="Pieddepage"/>
    </w:pPr>
  </w:p>
  <w:p w14:paraId="21F8A62B" w14:textId="77777777" w:rsidR="00567D81" w:rsidRDefault="00567D81">
    <w:pPr>
      <w:pStyle w:val="Pieddepage"/>
    </w:pPr>
  </w:p>
  <w:p w14:paraId="5B0B78F1" w14:textId="77777777" w:rsidR="00567D81" w:rsidRDefault="00567D81">
    <w:pPr>
      <w:pStyle w:val="Pieddepage"/>
    </w:pPr>
  </w:p>
  <w:p w14:paraId="622B8DAA"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BD2A5" w14:textId="77777777" w:rsidR="000D5811" w:rsidRDefault="000D5811">
    <w:pPr>
      <w:pStyle w:val="Pieddepage"/>
    </w:pPr>
  </w:p>
  <w:p w14:paraId="026CE7FA" w14:textId="77777777" w:rsidR="000D5811" w:rsidRDefault="000D5811">
    <w:pPr>
      <w:pStyle w:val="Pieddepage"/>
    </w:pPr>
  </w:p>
  <w:p w14:paraId="270C01D1" w14:textId="77777777" w:rsidR="00567D81" w:rsidRDefault="00567D81">
    <w:pPr>
      <w:pStyle w:val="Pieddepage"/>
    </w:pPr>
  </w:p>
  <w:p w14:paraId="12AE77E9"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273B3" w14:textId="77777777" w:rsidR="008229C0" w:rsidRDefault="008229C0" w:rsidP="00F40A95">
      <w:r>
        <w:separator/>
      </w:r>
    </w:p>
  </w:footnote>
  <w:footnote w:type="continuationSeparator" w:id="0">
    <w:p w14:paraId="66CBC98D" w14:textId="77777777" w:rsidR="008229C0" w:rsidRDefault="008229C0"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39B9639A" w14:textId="77777777" w:rsidTr="00615ABA">
      <w:trPr>
        <w:trHeight w:val="192"/>
      </w:trPr>
      <w:tc>
        <w:tcPr>
          <w:tcW w:w="11000" w:type="dxa"/>
          <w:gridSpan w:val="3"/>
          <w:vAlign w:val="bottom"/>
        </w:tcPr>
        <w:p w14:paraId="69FD6931" w14:textId="77777777" w:rsidR="00A33DCB" w:rsidRPr="003229F9" w:rsidRDefault="00A33DCB" w:rsidP="00A33DCB"/>
      </w:tc>
    </w:tr>
    <w:tr w:rsidR="00A33DCB" w14:paraId="53B1916C" w14:textId="77777777" w:rsidTr="00615ABA">
      <w:trPr>
        <w:trHeight w:val="192"/>
      </w:trPr>
      <w:tc>
        <w:tcPr>
          <w:tcW w:w="5217" w:type="dxa"/>
          <w:vAlign w:val="bottom"/>
        </w:tcPr>
        <w:p w14:paraId="182EECE1" w14:textId="77777777" w:rsidR="00A33DCB" w:rsidRPr="003229F9" w:rsidRDefault="00A33DCB" w:rsidP="00A33DCB">
          <w:pPr>
            <w:pStyle w:val="TextePieddepage"/>
          </w:pPr>
        </w:p>
      </w:tc>
      <w:tc>
        <w:tcPr>
          <w:tcW w:w="567" w:type="dxa"/>
          <w:vAlign w:val="bottom"/>
        </w:tcPr>
        <w:p w14:paraId="5B4236B9" w14:textId="77777777"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D67874">
            <w:rPr>
              <w:noProof/>
            </w:rPr>
            <w:t>2</w:t>
          </w:r>
          <w:r>
            <w:fldChar w:fldCharType="end"/>
          </w:r>
          <w:r w:rsidRPr="00F41386">
            <w:t>]</w:t>
          </w:r>
        </w:p>
      </w:tc>
      <w:tc>
        <w:tcPr>
          <w:tcW w:w="5216" w:type="dxa"/>
          <w:vAlign w:val="bottom"/>
        </w:tcPr>
        <w:p w14:paraId="163A3FE2" w14:textId="77777777" w:rsidR="00A33DCB" w:rsidRPr="003229F9" w:rsidRDefault="00A33DCB" w:rsidP="00A33DCB"/>
      </w:tc>
    </w:tr>
    <w:tr w:rsidR="00A33DCB" w14:paraId="458B98FB" w14:textId="77777777" w:rsidTr="00615ABA">
      <w:trPr>
        <w:trHeight w:hRule="exact" w:val="709"/>
      </w:trPr>
      <w:tc>
        <w:tcPr>
          <w:tcW w:w="11000" w:type="dxa"/>
          <w:gridSpan w:val="3"/>
          <w:vAlign w:val="bottom"/>
        </w:tcPr>
        <w:p w14:paraId="5E24D1A5" w14:textId="77777777" w:rsidR="00A33DCB" w:rsidRPr="003229F9" w:rsidRDefault="00A33DCB" w:rsidP="00A33DCB"/>
      </w:tc>
    </w:tr>
  </w:tbl>
  <w:p w14:paraId="1778C08F"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14:paraId="5C9DF3E3" w14:textId="77777777" w:rsidTr="00E66071">
      <w:trPr>
        <w:gridAfter w:val="1"/>
        <w:wAfter w:w="10858" w:type="dxa"/>
        <w:trHeight w:val="567"/>
      </w:trPr>
      <w:tc>
        <w:tcPr>
          <w:tcW w:w="142" w:type="dxa"/>
          <w:tcBorders>
            <w:top w:val="nil"/>
            <w:left w:val="nil"/>
            <w:bottom w:val="nil"/>
            <w:right w:val="nil"/>
          </w:tcBorders>
        </w:tcPr>
        <w:p w14:paraId="1A2D72E8" w14:textId="77777777" w:rsidR="00D67874" w:rsidRPr="00567D81" w:rsidRDefault="00D67874" w:rsidP="00567D81"/>
      </w:tc>
    </w:tr>
    <w:tr w:rsidR="00567D81" w:rsidRPr="00567D81" w14:paraId="15C521BD" w14:textId="77777777" w:rsidTr="00E66071">
      <w:trPr>
        <w:trHeight w:hRule="exact" w:val="340"/>
      </w:trPr>
      <w:tc>
        <w:tcPr>
          <w:tcW w:w="11000" w:type="dxa"/>
          <w:gridSpan w:val="2"/>
          <w:tcBorders>
            <w:top w:val="nil"/>
            <w:left w:val="nil"/>
            <w:bottom w:val="nil"/>
            <w:right w:val="nil"/>
          </w:tcBorders>
        </w:tcPr>
        <w:p w14:paraId="32A241DA" w14:textId="77777777" w:rsidR="00567D81" w:rsidRPr="00567D81" w:rsidRDefault="00567D81" w:rsidP="00567D81"/>
      </w:tc>
    </w:tr>
  </w:tbl>
  <w:p w14:paraId="46AC0575" w14:textId="77777777" w:rsidR="00B9798B" w:rsidRDefault="00736000" w:rsidP="00BD2278">
    <w:pPr>
      <w:pStyle w:val="En-tte"/>
      <w:spacing w:line="280" w:lineRule="exact"/>
    </w:pPr>
    <w:r>
      <w:rPr>
        <w:noProof/>
        <w:lang w:eastAsia="fr-FR"/>
      </w:rPr>
      <w:drawing>
        <wp:anchor distT="0" distB="0" distL="114300" distR="114300" simplePos="0" relativeHeight="251659264" behindDoc="0" locked="0" layoutInCell="1" allowOverlap="1" wp14:anchorId="5059863D" wp14:editId="157FB6F1">
          <wp:simplePos x="0" y="0"/>
          <wp:positionH relativeFrom="page">
            <wp:posOffset>2768600</wp:posOffset>
          </wp:positionH>
          <wp:positionV relativeFrom="page">
            <wp:posOffset>262890</wp:posOffset>
          </wp:positionV>
          <wp:extent cx="4683600" cy="1080000"/>
          <wp:effectExtent l="0" t="0" r="3175" b="635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1">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14:paraId="505A4360" w14:textId="77777777" w:rsidR="00B9798B" w:rsidRDefault="00B9798B" w:rsidP="00BD2278">
    <w:pPr>
      <w:pStyle w:val="En-tte"/>
      <w:spacing w:line="280" w:lineRule="exact"/>
    </w:pPr>
  </w:p>
  <w:p w14:paraId="31D7ACF7" w14:textId="77777777" w:rsidR="00B9798B" w:rsidRDefault="00B9798B" w:rsidP="00BD2278">
    <w:pPr>
      <w:pStyle w:val="En-tte"/>
      <w:spacing w:line="280" w:lineRule="exact"/>
    </w:pPr>
  </w:p>
  <w:p w14:paraId="3A135992" w14:textId="77777777" w:rsidR="00B9798B" w:rsidRDefault="00B9798B" w:rsidP="00BD2278">
    <w:pPr>
      <w:pStyle w:val="En-tte"/>
      <w:spacing w:line="280" w:lineRule="exact"/>
    </w:pPr>
  </w:p>
  <w:p w14:paraId="136007B7" w14:textId="77777777" w:rsidR="00B9798B" w:rsidRDefault="00B9798B" w:rsidP="00BD2278">
    <w:pPr>
      <w:pStyle w:val="En-tte"/>
      <w:spacing w:line="280" w:lineRule="exact"/>
    </w:pPr>
  </w:p>
  <w:p w14:paraId="6614AA81" w14:textId="77777777" w:rsidR="00B9798B" w:rsidRDefault="00B9798B" w:rsidP="00BD2278">
    <w:pPr>
      <w:pStyle w:val="En-tte"/>
      <w:spacing w:line="280" w:lineRule="exact"/>
    </w:pPr>
  </w:p>
  <w:p w14:paraId="41DE0B74" w14:textId="77777777" w:rsidR="00B9798B" w:rsidRDefault="00B9798B" w:rsidP="00BD2278">
    <w:pPr>
      <w:pStyle w:val="En-tte"/>
      <w:spacing w:line="280" w:lineRule="exact"/>
    </w:pPr>
  </w:p>
  <w:p w14:paraId="7E6A2CE4" w14:textId="77777777" w:rsidR="00B9798B" w:rsidRDefault="00B9798B" w:rsidP="00BD2278">
    <w:pPr>
      <w:pStyle w:val="En-tte"/>
      <w:spacing w:line="280" w:lineRule="exact"/>
    </w:pPr>
  </w:p>
  <w:p w14:paraId="4A49192B" w14:textId="77777777" w:rsidR="00B9798B" w:rsidRDefault="00BB5766" w:rsidP="00BD2278">
    <w:pPr>
      <w:pStyle w:val="En-tte"/>
      <w:spacing w:line="280" w:lineRule="exact"/>
    </w:pPr>
    <w:r>
      <w:rPr>
        <w:noProof/>
        <w:lang w:eastAsia="fr-FR"/>
      </w:rPr>
      <w:drawing>
        <wp:anchor distT="0" distB="0" distL="114300" distR="114300" simplePos="0" relativeHeight="251660288" behindDoc="1" locked="0" layoutInCell="1" allowOverlap="1" wp14:anchorId="5F99FACA" wp14:editId="3136FCE9">
          <wp:simplePos x="0" y="0"/>
          <wp:positionH relativeFrom="column">
            <wp:posOffset>-472440</wp:posOffset>
          </wp:positionH>
          <wp:positionV relativeFrom="paragraph">
            <wp:posOffset>228600</wp:posOffset>
          </wp:positionV>
          <wp:extent cx="2181225" cy="1218565"/>
          <wp:effectExtent l="0" t="0" r="0" b="0"/>
          <wp:wrapTight wrapText="bothSides">
            <wp:wrapPolygon edited="0">
              <wp:start x="7169" y="4390"/>
              <wp:lineTo x="2452" y="5065"/>
              <wp:lineTo x="2075" y="5403"/>
              <wp:lineTo x="2075" y="16546"/>
              <wp:lineTo x="17921" y="16546"/>
              <wp:lineTo x="17921" y="15871"/>
              <wp:lineTo x="17167" y="10468"/>
              <wp:lineTo x="18110" y="6754"/>
              <wp:lineTo x="17921" y="4390"/>
              <wp:lineTo x="7169" y="4390"/>
            </wp:wrapPolygon>
          </wp:wrapTight>
          <wp:docPr id="4" name="Image 4" descr="Logo_Nord_AP-HP_Nord_-_Universite_de_Pa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ord_AP-HP_Nord_-_Universite_de_Pari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12185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767A7" w14:textId="77777777" w:rsidR="00B9798B" w:rsidRDefault="00B9798B" w:rsidP="00BD2278">
    <w:pPr>
      <w:pStyle w:val="En-tte"/>
      <w:spacing w:line="280" w:lineRule="exact"/>
    </w:pPr>
  </w:p>
  <w:p w14:paraId="41305420" w14:textId="77777777" w:rsidR="00B9798B" w:rsidRDefault="00B9798B" w:rsidP="00BD2278">
    <w:pPr>
      <w:pStyle w:val="En-tte"/>
      <w:spacing w:line="280" w:lineRule="exact"/>
    </w:pPr>
  </w:p>
  <w:p w14:paraId="76181D2C" w14:textId="77777777" w:rsidR="00B9798B" w:rsidRDefault="00B9798B" w:rsidP="00BD2278">
    <w:pPr>
      <w:pStyle w:val="En-tte"/>
      <w:spacing w:line="280" w:lineRule="exact"/>
    </w:pPr>
  </w:p>
  <w:p w14:paraId="1624211D" w14:textId="77777777" w:rsidR="00B9798B" w:rsidRDefault="00B9798B" w:rsidP="00BD2278">
    <w:pPr>
      <w:pStyle w:val="En-tte"/>
      <w:spacing w:line="280" w:lineRule="exact"/>
    </w:pPr>
  </w:p>
  <w:p w14:paraId="03172064" w14:textId="77777777" w:rsidR="00B9798B" w:rsidRDefault="00B9798B" w:rsidP="00BD2278">
    <w:pPr>
      <w:pStyle w:val="En-tte"/>
      <w:spacing w:line="280" w:lineRule="exact"/>
    </w:pPr>
  </w:p>
  <w:p w14:paraId="2942616A" w14:textId="77777777" w:rsidR="00B9798B" w:rsidRDefault="00B9798B" w:rsidP="00BD2278">
    <w:pPr>
      <w:pStyle w:val="En-tte"/>
      <w:spacing w:line="280" w:lineRule="exact"/>
    </w:pPr>
  </w:p>
  <w:p w14:paraId="729FE51E" w14:textId="77777777" w:rsidR="0087564A" w:rsidRPr="00436B9C" w:rsidRDefault="0087564A" w:rsidP="00436B9C">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1E4"/>
    <w:rsid w:val="000114C6"/>
    <w:rsid w:val="00051F22"/>
    <w:rsid w:val="00084765"/>
    <w:rsid w:val="00090957"/>
    <w:rsid w:val="000C4583"/>
    <w:rsid w:val="000C711B"/>
    <w:rsid w:val="000D5811"/>
    <w:rsid w:val="000E3333"/>
    <w:rsid w:val="000E4278"/>
    <w:rsid w:val="000F6B2E"/>
    <w:rsid w:val="0012397B"/>
    <w:rsid w:val="001445E3"/>
    <w:rsid w:val="00161D36"/>
    <w:rsid w:val="00161DA2"/>
    <w:rsid w:val="001627DC"/>
    <w:rsid w:val="001A0715"/>
    <w:rsid w:val="001D1614"/>
    <w:rsid w:val="001E6CFD"/>
    <w:rsid w:val="001F38B8"/>
    <w:rsid w:val="002019AB"/>
    <w:rsid w:val="0022180D"/>
    <w:rsid w:val="00241AB2"/>
    <w:rsid w:val="00276B37"/>
    <w:rsid w:val="002913D1"/>
    <w:rsid w:val="002A77BE"/>
    <w:rsid w:val="002B4EDF"/>
    <w:rsid w:val="002C1A2B"/>
    <w:rsid w:val="002D7555"/>
    <w:rsid w:val="002E0EB3"/>
    <w:rsid w:val="003018D8"/>
    <w:rsid w:val="00303F13"/>
    <w:rsid w:val="00307881"/>
    <w:rsid w:val="0036102E"/>
    <w:rsid w:val="00370CC5"/>
    <w:rsid w:val="00382644"/>
    <w:rsid w:val="00397BF1"/>
    <w:rsid w:val="00397DCE"/>
    <w:rsid w:val="003B64CF"/>
    <w:rsid w:val="003C0B9A"/>
    <w:rsid w:val="003C7C34"/>
    <w:rsid w:val="004031AD"/>
    <w:rsid w:val="00405945"/>
    <w:rsid w:val="00420E88"/>
    <w:rsid w:val="0042108A"/>
    <w:rsid w:val="00436B9C"/>
    <w:rsid w:val="004454A7"/>
    <w:rsid w:val="004535B7"/>
    <w:rsid w:val="00462092"/>
    <w:rsid w:val="00481F50"/>
    <w:rsid w:val="004901F4"/>
    <w:rsid w:val="004971BD"/>
    <w:rsid w:val="004E540A"/>
    <w:rsid w:val="004F15B0"/>
    <w:rsid w:val="00505233"/>
    <w:rsid w:val="00507396"/>
    <w:rsid w:val="005232F9"/>
    <w:rsid w:val="0053298C"/>
    <w:rsid w:val="00550AF2"/>
    <w:rsid w:val="00567D81"/>
    <w:rsid w:val="0057028C"/>
    <w:rsid w:val="005766F2"/>
    <w:rsid w:val="00586542"/>
    <w:rsid w:val="0059207F"/>
    <w:rsid w:val="005971E4"/>
    <w:rsid w:val="005B44AB"/>
    <w:rsid w:val="005B5A43"/>
    <w:rsid w:val="006177F6"/>
    <w:rsid w:val="00640112"/>
    <w:rsid w:val="00657B57"/>
    <w:rsid w:val="00681F64"/>
    <w:rsid w:val="0069011D"/>
    <w:rsid w:val="0069066B"/>
    <w:rsid w:val="006940ED"/>
    <w:rsid w:val="006A43B0"/>
    <w:rsid w:val="006B108E"/>
    <w:rsid w:val="006B12AB"/>
    <w:rsid w:val="006C296F"/>
    <w:rsid w:val="006D2E36"/>
    <w:rsid w:val="006F14D1"/>
    <w:rsid w:val="006F291F"/>
    <w:rsid w:val="006F538E"/>
    <w:rsid w:val="007270E0"/>
    <w:rsid w:val="0073231A"/>
    <w:rsid w:val="00736000"/>
    <w:rsid w:val="00753E69"/>
    <w:rsid w:val="00762187"/>
    <w:rsid w:val="00762D0A"/>
    <w:rsid w:val="00777036"/>
    <w:rsid w:val="007A3D50"/>
    <w:rsid w:val="007A4C7B"/>
    <w:rsid w:val="007A6549"/>
    <w:rsid w:val="0081471A"/>
    <w:rsid w:val="00820FB2"/>
    <w:rsid w:val="008229C0"/>
    <w:rsid w:val="008506C3"/>
    <w:rsid w:val="0087564A"/>
    <w:rsid w:val="008A0E3C"/>
    <w:rsid w:val="008C158B"/>
    <w:rsid w:val="008C7F3B"/>
    <w:rsid w:val="008D77DD"/>
    <w:rsid w:val="009167B1"/>
    <w:rsid w:val="00971591"/>
    <w:rsid w:val="00972F55"/>
    <w:rsid w:val="009732B5"/>
    <w:rsid w:val="009764FA"/>
    <w:rsid w:val="00977EA0"/>
    <w:rsid w:val="00994F9D"/>
    <w:rsid w:val="009B5827"/>
    <w:rsid w:val="009C4384"/>
    <w:rsid w:val="009F0950"/>
    <w:rsid w:val="00A212E9"/>
    <w:rsid w:val="00A216C0"/>
    <w:rsid w:val="00A33DCB"/>
    <w:rsid w:val="00A54B54"/>
    <w:rsid w:val="00A67D96"/>
    <w:rsid w:val="00A76DFD"/>
    <w:rsid w:val="00A91E76"/>
    <w:rsid w:val="00AC318C"/>
    <w:rsid w:val="00AD52B6"/>
    <w:rsid w:val="00AF01DA"/>
    <w:rsid w:val="00AF7B4B"/>
    <w:rsid w:val="00B24A66"/>
    <w:rsid w:val="00B31AB9"/>
    <w:rsid w:val="00B46D28"/>
    <w:rsid w:val="00B505CC"/>
    <w:rsid w:val="00B57222"/>
    <w:rsid w:val="00B9798B"/>
    <w:rsid w:val="00BA01A7"/>
    <w:rsid w:val="00BA5D88"/>
    <w:rsid w:val="00BB13E5"/>
    <w:rsid w:val="00BB5766"/>
    <w:rsid w:val="00BD2278"/>
    <w:rsid w:val="00C04A3D"/>
    <w:rsid w:val="00C074F8"/>
    <w:rsid w:val="00C10793"/>
    <w:rsid w:val="00C30949"/>
    <w:rsid w:val="00C543FF"/>
    <w:rsid w:val="00C82713"/>
    <w:rsid w:val="00C840F8"/>
    <w:rsid w:val="00CB3131"/>
    <w:rsid w:val="00CE66AE"/>
    <w:rsid w:val="00D103A3"/>
    <w:rsid w:val="00D45B22"/>
    <w:rsid w:val="00D45B3A"/>
    <w:rsid w:val="00D67874"/>
    <w:rsid w:val="00D85F41"/>
    <w:rsid w:val="00D879FA"/>
    <w:rsid w:val="00DB19C3"/>
    <w:rsid w:val="00DB2103"/>
    <w:rsid w:val="00DF66AA"/>
    <w:rsid w:val="00E02555"/>
    <w:rsid w:val="00E2487C"/>
    <w:rsid w:val="00E34CFC"/>
    <w:rsid w:val="00E4654E"/>
    <w:rsid w:val="00E51BD7"/>
    <w:rsid w:val="00E66071"/>
    <w:rsid w:val="00E772BA"/>
    <w:rsid w:val="00E8652E"/>
    <w:rsid w:val="00E90517"/>
    <w:rsid w:val="00EB3FE0"/>
    <w:rsid w:val="00ED09B1"/>
    <w:rsid w:val="00ED1930"/>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E7643"/>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10534D2"/>
  <w15:docId w15:val="{A174B1AC-E6F1-4963-AFEA-21255F22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paragraph" w:customStyle="1" w:styleId="Normal1">
    <w:name w:val="Normal1"/>
    <w:rsid w:val="004E540A"/>
    <w:pPr>
      <w:spacing w:line="278" w:lineRule="atLeast"/>
    </w:pPr>
    <w:rPr>
      <w:rFonts w:ascii="Helvetica" w:eastAsia="Times New Roman" w:hAnsi="Helvetica"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ara.saroumi@aphp.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iara.saroumi@aphp.fr"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12A09-9320-4A99-B2F6-12B387A9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14</TotalTime>
  <Pages>1</Pages>
  <Words>202</Words>
  <Characters>1116</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SAROUMI Ziara</cp:lastModifiedBy>
  <cp:revision>18</cp:revision>
  <cp:lastPrinted>2022-04-29T07:27:00Z</cp:lastPrinted>
  <dcterms:created xsi:type="dcterms:W3CDTF">2022-05-03T08:08:00Z</dcterms:created>
  <dcterms:modified xsi:type="dcterms:W3CDTF">2025-12-15T15:30:00Z</dcterms:modified>
</cp:coreProperties>
</file>